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36083" w14:textId="77777777" w:rsidR="000719BB" w:rsidRDefault="000719BB" w:rsidP="00495877">
      <w:pPr>
        <w:pStyle w:val="Titul2"/>
        <w:jc w:val="both"/>
      </w:pPr>
    </w:p>
    <w:p w14:paraId="393A2961" w14:textId="77777777" w:rsidR="00826B7B" w:rsidRDefault="00826B7B" w:rsidP="00495877">
      <w:pPr>
        <w:pStyle w:val="Titul2"/>
        <w:jc w:val="both"/>
      </w:pPr>
    </w:p>
    <w:p w14:paraId="07523307" w14:textId="77777777" w:rsidR="00DA1C67" w:rsidRDefault="00DA1C67" w:rsidP="00495877">
      <w:pPr>
        <w:pStyle w:val="Titul2"/>
        <w:jc w:val="both"/>
      </w:pPr>
    </w:p>
    <w:p w14:paraId="777C3D46" w14:textId="120CD3E4" w:rsidR="003254A3" w:rsidRDefault="00095000" w:rsidP="00495877">
      <w:pPr>
        <w:pStyle w:val="Titul2"/>
        <w:jc w:val="both"/>
      </w:pPr>
      <w:r>
        <w:t xml:space="preserve">Díl </w:t>
      </w:r>
      <w:bookmarkStart w:id="0" w:name="_GoBack"/>
      <w:bookmarkEnd w:id="0"/>
      <w:r w:rsidR="00A827E2">
        <w:t>3</w:t>
      </w:r>
    </w:p>
    <w:p w14:paraId="1129836F" w14:textId="4331A057" w:rsidR="00BE0263" w:rsidRPr="00BE0263" w:rsidRDefault="00BE0263" w:rsidP="00495877">
      <w:pPr>
        <w:pStyle w:val="Titul2"/>
        <w:jc w:val="both"/>
        <w:rPr>
          <w:b w:val="0"/>
          <w:sz w:val="18"/>
          <w:szCs w:val="18"/>
        </w:rPr>
      </w:pPr>
      <w:r w:rsidRPr="00BE0263">
        <w:rPr>
          <w:b w:val="0"/>
          <w:sz w:val="18"/>
          <w:szCs w:val="18"/>
        </w:rPr>
        <w:t>Část 2</w:t>
      </w:r>
    </w:p>
    <w:p w14:paraId="7447AD4C" w14:textId="77777777" w:rsidR="003254A3" w:rsidRDefault="003254A3" w:rsidP="00495877">
      <w:pPr>
        <w:pStyle w:val="Titul2"/>
        <w:jc w:val="both"/>
      </w:pPr>
    </w:p>
    <w:p w14:paraId="7CD03B03" w14:textId="0D3A2AFE" w:rsidR="00AD0C7B" w:rsidRDefault="00342B1B" w:rsidP="00495877">
      <w:pPr>
        <w:pStyle w:val="Titul1"/>
        <w:jc w:val="both"/>
      </w:pPr>
      <w:r>
        <w:t>Technická specifikace zakázky</w:t>
      </w:r>
    </w:p>
    <w:p w14:paraId="5B74CC69" w14:textId="77777777" w:rsidR="00AD0C7B" w:rsidRDefault="00AD0C7B" w:rsidP="00495877">
      <w:pPr>
        <w:pStyle w:val="Titul2"/>
        <w:jc w:val="both"/>
      </w:pPr>
    </w:p>
    <w:p w14:paraId="601389E6" w14:textId="77777777" w:rsidR="00342B1B" w:rsidRDefault="00342B1B" w:rsidP="00495877">
      <w:pPr>
        <w:pStyle w:val="Tituldatum"/>
        <w:jc w:val="both"/>
      </w:pPr>
    </w:p>
    <w:p w14:paraId="20DF4E4A" w14:textId="77777777" w:rsidR="0018712C" w:rsidRDefault="0018712C" w:rsidP="00495877">
      <w:pPr>
        <w:pStyle w:val="Tituldatum"/>
        <w:jc w:val="both"/>
        <w:rPr>
          <w:rStyle w:val="Nzevakce"/>
        </w:rPr>
      </w:pPr>
      <w:r w:rsidRPr="0018712C">
        <w:rPr>
          <w:rStyle w:val="Nzevakce"/>
        </w:rPr>
        <w:t xml:space="preserve">Oprava zpevněných ploch a kol. </w:t>
      </w:r>
      <w:proofErr w:type="gramStart"/>
      <w:r w:rsidRPr="0018712C">
        <w:rPr>
          <w:rStyle w:val="Nzevakce"/>
        </w:rPr>
        <w:t>č.</w:t>
      </w:r>
      <w:proofErr w:type="gramEnd"/>
      <w:r w:rsidRPr="0018712C">
        <w:rPr>
          <w:rStyle w:val="Nzevakce"/>
        </w:rPr>
        <w:t xml:space="preserve"> 15u </w:t>
      </w:r>
    </w:p>
    <w:p w14:paraId="3C83E376" w14:textId="0D982565" w:rsidR="00BF54FE" w:rsidRPr="00C7602C" w:rsidRDefault="0018712C" w:rsidP="00495877">
      <w:pPr>
        <w:pStyle w:val="Tituldatum"/>
        <w:jc w:val="both"/>
        <w:rPr>
          <w:rStyle w:val="Nzevakce"/>
        </w:rPr>
      </w:pPr>
      <w:r w:rsidRPr="0018712C">
        <w:rPr>
          <w:rStyle w:val="Nzevakce"/>
        </w:rPr>
        <w:t>v areálu SSM Hradec Králové</w:t>
      </w:r>
    </w:p>
    <w:p w14:paraId="2AB9EF00" w14:textId="77777777" w:rsidR="009226C1" w:rsidRDefault="009226C1" w:rsidP="00495877">
      <w:pPr>
        <w:pStyle w:val="Tituldatum"/>
        <w:jc w:val="both"/>
      </w:pPr>
    </w:p>
    <w:p w14:paraId="3A129144" w14:textId="77777777" w:rsidR="00DA1C67" w:rsidRDefault="00DA1C67" w:rsidP="00495877">
      <w:pPr>
        <w:pStyle w:val="Tituldatum"/>
        <w:jc w:val="both"/>
      </w:pPr>
    </w:p>
    <w:p w14:paraId="755BB55E" w14:textId="77777777" w:rsidR="00DA1C67" w:rsidRDefault="00DA1C67" w:rsidP="00495877">
      <w:pPr>
        <w:pStyle w:val="Tituldatum"/>
        <w:jc w:val="both"/>
      </w:pPr>
    </w:p>
    <w:p w14:paraId="5A49C4EB" w14:textId="77777777" w:rsidR="003B111D" w:rsidRDefault="003B111D" w:rsidP="00495877">
      <w:pPr>
        <w:pStyle w:val="Tituldatum"/>
        <w:jc w:val="both"/>
      </w:pPr>
    </w:p>
    <w:p w14:paraId="22AB5443" w14:textId="77777777" w:rsidR="00164819" w:rsidRDefault="00164819" w:rsidP="00495877">
      <w:pPr>
        <w:pStyle w:val="Tituldatum"/>
        <w:jc w:val="both"/>
      </w:pPr>
    </w:p>
    <w:p w14:paraId="347E7B2B" w14:textId="77777777" w:rsidR="00164819" w:rsidRDefault="00164819" w:rsidP="00495877">
      <w:pPr>
        <w:pStyle w:val="Tituldatum"/>
        <w:jc w:val="both"/>
      </w:pPr>
    </w:p>
    <w:p w14:paraId="285DF533" w14:textId="77777777" w:rsidR="00164819" w:rsidRDefault="00164819" w:rsidP="00495877">
      <w:pPr>
        <w:pStyle w:val="Tituldatum"/>
        <w:jc w:val="both"/>
      </w:pPr>
    </w:p>
    <w:p w14:paraId="6F490906" w14:textId="77777777" w:rsidR="00164819" w:rsidRDefault="00164819" w:rsidP="00495877">
      <w:pPr>
        <w:pStyle w:val="Tituldatum"/>
        <w:jc w:val="both"/>
      </w:pPr>
    </w:p>
    <w:p w14:paraId="3E4C386A" w14:textId="77777777" w:rsidR="00164819" w:rsidRDefault="00164819" w:rsidP="00495877">
      <w:pPr>
        <w:pStyle w:val="Tituldatum"/>
        <w:jc w:val="both"/>
      </w:pPr>
    </w:p>
    <w:p w14:paraId="1B1FE5DE" w14:textId="77777777" w:rsidR="00164819" w:rsidRDefault="00164819" w:rsidP="00495877">
      <w:pPr>
        <w:pStyle w:val="Tituldatum"/>
        <w:jc w:val="both"/>
      </w:pPr>
    </w:p>
    <w:p w14:paraId="5B144941" w14:textId="7B261109" w:rsidR="00826B7B" w:rsidRDefault="006C2343" w:rsidP="00495877">
      <w:pPr>
        <w:pStyle w:val="Tituldatum"/>
        <w:jc w:val="both"/>
      </w:pPr>
      <w:r w:rsidRPr="006C2343">
        <w:t xml:space="preserve">Datum vydání: </w:t>
      </w:r>
      <w:r w:rsidRPr="006C2343">
        <w:tab/>
      </w:r>
      <w:r w:rsidR="007215EB">
        <w:t>25</w:t>
      </w:r>
      <w:r w:rsidRPr="00B66774">
        <w:t xml:space="preserve">. </w:t>
      </w:r>
      <w:r w:rsidR="0018712C">
        <w:t>8</w:t>
      </w:r>
      <w:r w:rsidRPr="00B66774">
        <w:t>. 20</w:t>
      </w:r>
      <w:r w:rsidR="002C0924" w:rsidRPr="00B66774">
        <w:t>2</w:t>
      </w:r>
      <w:r w:rsidR="00B34DC7" w:rsidRPr="00B66774">
        <w:t>2</w:t>
      </w:r>
      <w:r w:rsidR="0076790E">
        <w:t xml:space="preserve"> </w:t>
      </w:r>
    </w:p>
    <w:p w14:paraId="59072ACD" w14:textId="77777777" w:rsidR="00B47BC5" w:rsidRPr="006C2343" w:rsidRDefault="00B47BC5" w:rsidP="00495877">
      <w:pPr>
        <w:pStyle w:val="Tituldatum"/>
        <w:jc w:val="both"/>
      </w:pPr>
    </w:p>
    <w:p w14:paraId="3CA776D4" w14:textId="77777777" w:rsidR="00777507" w:rsidRDefault="00777507" w:rsidP="00777507">
      <w:pPr>
        <w:pStyle w:val="Nadpis2-1"/>
        <w:numPr>
          <w:ilvl w:val="0"/>
          <w:numId w:val="0"/>
        </w:numPr>
        <w:ind w:left="737"/>
        <w:jc w:val="both"/>
      </w:pPr>
      <w:bookmarkStart w:id="1" w:name="_Hlk102383758"/>
      <w:bookmarkStart w:id="2" w:name="_Toc389559699"/>
      <w:bookmarkStart w:id="3" w:name="_Toc397429847"/>
      <w:bookmarkStart w:id="4" w:name="_Ref433028040"/>
      <w:bookmarkStart w:id="5" w:name="_Toc1048197"/>
      <w:bookmarkStart w:id="6" w:name="_Toc13731855"/>
    </w:p>
    <w:p w14:paraId="6EF9DC99" w14:textId="61DED53D" w:rsidR="00DF7BAA" w:rsidRDefault="00B24835" w:rsidP="00495877">
      <w:pPr>
        <w:pStyle w:val="Nadpis2-1"/>
        <w:jc w:val="both"/>
      </w:pPr>
      <w:r w:rsidRPr="00B24835">
        <w:t>Stávající stav</w:t>
      </w:r>
    </w:p>
    <w:p w14:paraId="482AA285" w14:textId="37270BD7" w:rsidR="00B24835" w:rsidRPr="00F07FBC" w:rsidRDefault="0018712C" w:rsidP="002E2535">
      <w:pPr>
        <w:spacing w:after="120"/>
      </w:pPr>
      <w:r>
        <w:t xml:space="preserve">Kolej č. 15u je od km </w:t>
      </w:r>
      <w:r w:rsidR="00367617">
        <w:t>0,300 po konec kusé koleje v km 0,430</w:t>
      </w:r>
      <w:r w:rsidR="00B24835">
        <w:t xml:space="preserve"> </w:t>
      </w:r>
      <w:r w:rsidR="00B24835" w:rsidRPr="00F07FBC">
        <w:t>zřízen</w:t>
      </w:r>
      <w:r>
        <w:t>a na dřevěných pražcích s rozdělením „d“</w:t>
      </w:r>
      <w:r w:rsidR="00B24835" w:rsidRPr="00F07FBC">
        <w:t xml:space="preserve"> z roku</w:t>
      </w:r>
      <w:r>
        <w:t xml:space="preserve"> 1970 a s</w:t>
      </w:r>
      <w:r w:rsidR="000C5D3B">
        <w:t> </w:t>
      </w:r>
      <w:r>
        <w:t>kolejnicemi</w:t>
      </w:r>
      <w:r w:rsidR="000C5D3B">
        <w:t xml:space="preserve"> </w:t>
      </w:r>
      <w:proofErr w:type="spellStart"/>
      <w:r w:rsidR="000C5D3B">
        <w:t>tv</w:t>
      </w:r>
      <w:proofErr w:type="spellEnd"/>
      <w:r w:rsidR="000C5D3B">
        <w:t>.</w:t>
      </w:r>
      <w:r>
        <w:t xml:space="preserve"> S49 </w:t>
      </w:r>
      <w:proofErr w:type="gramStart"/>
      <w:r>
        <w:t>r.v.</w:t>
      </w:r>
      <w:proofErr w:type="gramEnd"/>
      <w:r>
        <w:t>1970</w:t>
      </w:r>
      <w:r w:rsidR="00B24835" w:rsidRPr="00F07FBC">
        <w:t>. Ocelové součásti</w:t>
      </w:r>
      <w:r w:rsidR="000C5D3B">
        <w:t xml:space="preserve"> </w:t>
      </w:r>
      <w:r w:rsidR="00B24835" w:rsidRPr="00F07FBC">
        <w:t xml:space="preserve">odpovídají </w:t>
      </w:r>
      <w:r w:rsidR="000C5D3B">
        <w:t xml:space="preserve">svým technickým stavem </w:t>
      </w:r>
      <w:r w:rsidR="00B24835" w:rsidRPr="00F07FBC">
        <w:t>jejich stáří. Dřevěné pražce jsou na konci své životnosti.</w:t>
      </w:r>
    </w:p>
    <w:p w14:paraId="1408B6E7" w14:textId="01408E3E" w:rsidR="00B24835" w:rsidRDefault="00B24835" w:rsidP="00B24835"/>
    <w:p w14:paraId="249D90DB" w14:textId="77777777" w:rsidR="00777507" w:rsidRDefault="00777507" w:rsidP="00B24835"/>
    <w:p w14:paraId="67B2A3D9" w14:textId="556165F3" w:rsidR="00E40CEC" w:rsidRDefault="00B24835" w:rsidP="00495877">
      <w:pPr>
        <w:pStyle w:val="Nadpis2-1"/>
        <w:jc w:val="both"/>
      </w:pPr>
      <w:bookmarkStart w:id="7" w:name="_Toc6410433"/>
      <w:bookmarkStart w:id="8" w:name="_Toc64963006"/>
      <w:bookmarkEnd w:id="1"/>
      <w:r w:rsidRPr="00B24835">
        <w:t>Požadované práce</w:t>
      </w:r>
    </w:p>
    <w:p w14:paraId="341BA1A2" w14:textId="036EC0C0" w:rsidR="00B24D5D" w:rsidRPr="00B24D5D" w:rsidRDefault="00B24D5D" w:rsidP="00B24D5D">
      <w:pPr>
        <w:pStyle w:val="Odstavecseseznamem"/>
        <w:spacing w:after="0" w:line="276" w:lineRule="auto"/>
        <w:rPr>
          <w:b/>
        </w:rPr>
      </w:pPr>
      <w:r w:rsidRPr="00B24D5D">
        <w:rPr>
          <w:b/>
        </w:rPr>
        <w:t>Kolej č. 15u</w:t>
      </w:r>
    </w:p>
    <w:p w14:paraId="0FDE9059" w14:textId="4A052639" w:rsidR="000C5D3B" w:rsidRDefault="00630E64" w:rsidP="0022566D">
      <w:pPr>
        <w:pStyle w:val="Odstavecseseznamem"/>
        <w:numPr>
          <w:ilvl w:val="0"/>
          <w:numId w:val="46"/>
        </w:numPr>
        <w:spacing w:after="0" w:line="276" w:lineRule="auto"/>
      </w:pPr>
      <w:r>
        <w:t>Km 0,300 – 0,430</w:t>
      </w:r>
      <w:r w:rsidR="003B7BE8">
        <w:t xml:space="preserve"> souvislá výměna pražců D x SB5</w:t>
      </w:r>
      <w:r w:rsidR="00AF7ABE">
        <w:t xml:space="preserve">, </w:t>
      </w:r>
      <w:r w:rsidR="003B7BE8">
        <w:t>nové svěrky T5/T6</w:t>
      </w:r>
      <w:r w:rsidR="00695A8C">
        <w:t xml:space="preserve">, </w:t>
      </w:r>
      <w:r w:rsidR="00367617">
        <w:br/>
      </w:r>
      <w:r w:rsidR="00695A8C">
        <w:t>s </w:t>
      </w:r>
      <w:r w:rsidR="00367617">
        <w:t>rozdělením</w:t>
      </w:r>
      <w:r w:rsidR="00695A8C">
        <w:t xml:space="preserve"> „d“</w:t>
      </w:r>
      <w:r w:rsidR="00367617">
        <w:t>.</w:t>
      </w:r>
    </w:p>
    <w:p w14:paraId="2510630A" w14:textId="01CA0766" w:rsidR="000C5D3B" w:rsidRDefault="00630E64" w:rsidP="000C5D3B">
      <w:pPr>
        <w:pStyle w:val="Odstavecseseznamem"/>
        <w:numPr>
          <w:ilvl w:val="0"/>
          <w:numId w:val="46"/>
        </w:numPr>
        <w:spacing w:after="0" w:line="276" w:lineRule="auto"/>
      </w:pPr>
      <w:r>
        <w:t>Km 0,300 – 0,430</w:t>
      </w:r>
      <w:r w:rsidR="000C5D3B">
        <w:t xml:space="preserve"> výměna štěrkového lože</w:t>
      </w:r>
      <w:r w:rsidR="00E8217D">
        <w:t xml:space="preserve"> 150 mm pod ložnou plochu pražců</w:t>
      </w:r>
      <w:r w:rsidR="00AF7ABE">
        <w:t>.</w:t>
      </w:r>
    </w:p>
    <w:p w14:paraId="3824CD68" w14:textId="07CE9D19" w:rsidR="000C5D3B" w:rsidRDefault="00630E64" w:rsidP="000C5D3B">
      <w:pPr>
        <w:pStyle w:val="Odstavecseseznamem"/>
        <w:numPr>
          <w:ilvl w:val="0"/>
          <w:numId w:val="46"/>
        </w:numPr>
        <w:spacing w:after="0" w:line="276" w:lineRule="auto"/>
      </w:pPr>
      <w:r>
        <w:t>Km 0,300 – 0,430</w:t>
      </w:r>
      <w:r w:rsidR="000C5D3B">
        <w:t xml:space="preserve"> souvislá výměna kolejnic</w:t>
      </w:r>
      <w:r w:rsidR="00AF7ABE">
        <w:t>.</w:t>
      </w:r>
    </w:p>
    <w:p w14:paraId="0C04E20C" w14:textId="58E0CCEF" w:rsidR="009D0D39" w:rsidRDefault="000C5D3B" w:rsidP="009D0D39">
      <w:pPr>
        <w:pStyle w:val="Odstavecseseznamem"/>
        <w:numPr>
          <w:ilvl w:val="0"/>
          <w:numId w:val="46"/>
        </w:numPr>
        <w:spacing w:after="0" w:line="276" w:lineRule="auto"/>
      </w:pPr>
      <w:r>
        <w:t xml:space="preserve">Železniční </w:t>
      </w:r>
      <w:r w:rsidR="00B86EF2">
        <w:t>přejezdy v km 0,307</w:t>
      </w:r>
      <w:r w:rsidR="009D0D39">
        <w:t xml:space="preserve"> – 0,3</w:t>
      </w:r>
      <w:r w:rsidR="00695A8C">
        <w:t>30; v km 0,355 - 0,367; v km 0,389 – 0,393</w:t>
      </w:r>
      <w:r w:rsidR="00B24D5D">
        <w:t>; v km 0,402 - 0,406 a v km 0,420 - 0,424</w:t>
      </w:r>
      <w:r>
        <w:t xml:space="preserve"> z betonových panelů budou sneseny</w:t>
      </w:r>
      <w:r w:rsidR="009D0D39">
        <w:t xml:space="preserve"> a zřízen</w:t>
      </w:r>
      <w:r w:rsidR="000C17AD">
        <w:t>y přejezdy z asfaltového betonu</w:t>
      </w:r>
      <w:r w:rsidR="00777507">
        <w:t xml:space="preserve"> se zaklopenou kolejnicí </w:t>
      </w:r>
      <w:proofErr w:type="spellStart"/>
      <w:r w:rsidR="00777507">
        <w:t>tv</w:t>
      </w:r>
      <w:proofErr w:type="spellEnd"/>
      <w:r w:rsidR="00777507">
        <w:t>. A</w:t>
      </w:r>
      <w:r w:rsidR="00AF7ABE">
        <w:t>.</w:t>
      </w:r>
    </w:p>
    <w:p w14:paraId="1CE2B0AA" w14:textId="0757A789" w:rsidR="00367617" w:rsidRDefault="00367617" w:rsidP="00367617">
      <w:pPr>
        <w:pStyle w:val="Odstavecseseznamem"/>
        <w:numPr>
          <w:ilvl w:val="0"/>
          <w:numId w:val="46"/>
        </w:numPr>
        <w:spacing w:after="0" w:line="276" w:lineRule="auto"/>
      </w:pPr>
      <w:r>
        <w:t>Ú</w:t>
      </w:r>
      <w:r w:rsidRPr="00F07FBC">
        <w:t>prava GPK, doplnění</w:t>
      </w:r>
      <w:r>
        <w:t xml:space="preserve"> a úprava štěrkového lože v koleji č. 15u.</w:t>
      </w:r>
    </w:p>
    <w:p w14:paraId="48C2D8C2" w14:textId="69DE27FD" w:rsidR="00367617" w:rsidRDefault="00367617" w:rsidP="00367617">
      <w:pPr>
        <w:pStyle w:val="Odstavecseseznamem"/>
        <w:numPr>
          <w:ilvl w:val="0"/>
          <w:numId w:val="46"/>
        </w:numPr>
        <w:spacing w:after="0" w:line="276" w:lineRule="auto"/>
      </w:pPr>
      <w:r>
        <w:t>Svaření kolejnic do kolejnicových pásů bez zřízení BK.</w:t>
      </w:r>
    </w:p>
    <w:p w14:paraId="24F97109" w14:textId="3866AD1F" w:rsidR="00367617" w:rsidRDefault="00367617" w:rsidP="00367617">
      <w:pPr>
        <w:pStyle w:val="Odstavecseseznamem"/>
        <w:numPr>
          <w:ilvl w:val="0"/>
          <w:numId w:val="46"/>
        </w:numPr>
        <w:spacing w:after="0" w:line="276" w:lineRule="auto"/>
      </w:pPr>
      <w:r>
        <w:t>Na konci kusé koleje č. 15u v km 0,430 bude zřízeno kolejnicové zarážedlo s návěstí „Posun zakázán“.</w:t>
      </w:r>
    </w:p>
    <w:p w14:paraId="5AF414DF" w14:textId="4B6007B1" w:rsidR="000C5D3B" w:rsidRDefault="009D0D39" w:rsidP="009D0D39">
      <w:pPr>
        <w:pStyle w:val="Odstavecseseznamem"/>
        <w:numPr>
          <w:ilvl w:val="0"/>
          <w:numId w:val="46"/>
        </w:numPr>
        <w:spacing w:after="0" w:line="276" w:lineRule="auto"/>
      </w:pPr>
      <w:r>
        <w:t xml:space="preserve">Z vyzískaných betonových panelů budou zřízeny žel. </w:t>
      </w:r>
      <w:proofErr w:type="gramStart"/>
      <w:r>
        <w:t>přejezdy</w:t>
      </w:r>
      <w:proofErr w:type="gramEnd"/>
      <w:r>
        <w:t xml:space="preserve"> na koleji č. 15u v km 0,100 – 0,150</w:t>
      </w:r>
      <w:r w:rsidR="00AF7ABE">
        <w:t xml:space="preserve"> bez povrchové úpravy vnějších částí.</w:t>
      </w:r>
    </w:p>
    <w:p w14:paraId="75628804" w14:textId="0C6FAAB0" w:rsidR="004557C4" w:rsidRDefault="00AF7ABE" w:rsidP="009D0D39">
      <w:pPr>
        <w:pStyle w:val="Odstavecseseznamem"/>
        <w:numPr>
          <w:ilvl w:val="0"/>
          <w:numId w:val="46"/>
        </w:numPr>
        <w:spacing w:after="0" w:line="276" w:lineRule="auto"/>
      </w:pPr>
      <w:r>
        <w:t>K</w:t>
      </w:r>
      <w:r w:rsidR="004557C4">
        <w:t xml:space="preserve">m </w:t>
      </w:r>
      <w:r w:rsidR="002C40DA">
        <w:t>0,228</w:t>
      </w:r>
      <w:r w:rsidR="004557C4">
        <w:t xml:space="preserve"> - </w:t>
      </w:r>
      <w:r w:rsidR="002C40DA">
        <w:t>0,240</w:t>
      </w:r>
      <w:r w:rsidR="004557C4">
        <w:t xml:space="preserve"> odtěžení pravé vnější části přejez</w:t>
      </w:r>
      <w:r>
        <w:t>dové konstrukce tvořené</w:t>
      </w:r>
      <w:r w:rsidR="004557C4">
        <w:t xml:space="preserve"> štěrkovou výplní</w:t>
      </w:r>
      <w:r>
        <w:t xml:space="preserve"> a zřízení konstrukce z asfaltového betonu bočně zakončené</w:t>
      </w:r>
      <w:r w:rsidR="00367617">
        <w:t xml:space="preserve"> krajovým</w:t>
      </w:r>
      <w:r>
        <w:t xml:space="preserve"> obrubníkem.</w:t>
      </w:r>
    </w:p>
    <w:p w14:paraId="2B29D4E3" w14:textId="3B1EB20C" w:rsidR="00AF7ABE" w:rsidRDefault="00AF7ABE" w:rsidP="00AF7ABE">
      <w:pPr>
        <w:pStyle w:val="Odstavecseseznamem"/>
        <w:numPr>
          <w:ilvl w:val="0"/>
          <w:numId w:val="46"/>
        </w:numPr>
        <w:spacing w:after="0" w:line="276" w:lineRule="auto"/>
      </w:pPr>
      <w:r>
        <w:t xml:space="preserve">Km </w:t>
      </w:r>
      <w:r w:rsidR="002C40DA">
        <w:t>0,26</w:t>
      </w:r>
      <w:r>
        <w:t xml:space="preserve">8 - </w:t>
      </w:r>
      <w:r w:rsidR="002C40DA">
        <w:t>0,28</w:t>
      </w:r>
      <w:r>
        <w:t>0 odtěžení pravé vnější části přejezdové konstrukce tvořené štěrkovou výplní a zřízení konstrukce z asfaltového betonu bočně zakončené</w:t>
      </w:r>
      <w:r w:rsidR="00367617">
        <w:t xml:space="preserve"> krajovým</w:t>
      </w:r>
      <w:r>
        <w:t xml:space="preserve"> obrubníkem.</w:t>
      </w:r>
    </w:p>
    <w:p w14:paraId="64497B95" w14:textId="77777777" w:rsidR="00B24D5D" w:rsidRDefault="00B24D5D" w:rsidP="00B24D5D">
      <w:pPr>
        <w:pStyle w:val="Odstavecseseznamem"/>
        <w:spacing w:after="0" w:line="276" w:lineRule="auto"/>
      </w:pPr>
    </w:p>
    <w:p w14:paraId="39A9E040" w14:textId="025681A0" w:rsidR="00B24D5D" w:rsidRPr="00B24D5D" w:rsidRDefault="00C87FF5" w:rsidP="00B24D5D">
      <w:pPr>
        <w:pStyle w:val="Odstavecseseznamem"/>
        <w:spacing w:after="0" w:line="276" w:lineRule="auto"/>
        <w:rPr>
          <w:b/>
        </w:rPr>
      </w:pPr>
      <w:r>
        <w:rPr>
          <w:b/>
        </w:rPr>
        <w:t>Skladovací plocha ST Hradec Králové</w:t>
      </w:r>
      <w:r w:rsidR="00B24D5D" w:rsidRPr="00B24D5D">
        <w:rPr>
          <w:b/>
        </w:rPr>
        <w:t xml:space="preserve"> (viz nákres níže</w:t>
      </w:r>
      <w:r w:rsidR="00B24D5D">
        <w:rPr>
          <w:b/>
        </w:rPr>
        <w:t>)</w:t>
      </w:r>
    </w:p>
    <w:p w14:paraId="4A14395B" w14:textId="662E14EE" w:rsidR="002C40DA" w:rsidRDefault="00B24D5D" w:rsidP="00AF7ABE">
      <w:pPr>
        <w:pStyle w:val="Odstavecseseznamem"/>
        <w:numPr>
          <w:ilvl w:val="0"/>
          <w:numId w:val="46"/>
        </w:numPr>
        <w:spacing w:after="0" w:line="276" w:lineRule="auto"/>
      </w:pPr>
      <w:r>
        <w:t>Odtěžení plochy do hloubky 100 mm a ú</w:t>
      </w:r>
      <w:r w:rsidR="002C40DA">
        <w:t>prava povrchu</w:t>
      </w:r>
      <w:r w:rsidR="001A5F5D">
        <w:t xml:space="preserve"> 580</w:t>
      </w:r>
      <w:r w:rsidR="00E8217D">
        <w:t xml:space="preserve"> m</w:t>
      </w:r>
      <w:r w:rsidR="00E8217D" w:rsidRPr="00E8217D">
        <w:rPr>
          <w:vertAlign w:val="superscript"/>
        </w:rPr>
        <w:t>2</w:t>
      </w:r>
      <w:r w:rsidR="002C40DA">
        <w:t xml:space="preserve"> vytvořením zhutněné konstrukční vrstvy o tloušťce 150 mm s</w:t>
      </w:r>
      <w:r w:rsidR="00E8217D">
        <w:t> </w:t>
      </w:r>
      <w:r w:rsidR="002C40DA">
        <w:t>využitím</w:t>
      </w:r>
      <w:r w:rsidR="00E8217D">
        <w:t xml:space="preserve"> propustného</w:t>
      </w:r>
      <w:r w:rsidR="002C40DA">
        <w:t xml:space="preserve"> vyzískaného štěrkového lože z koleje č. 15u a z vyzískaného materiálu ze skladovací plochy viz práce SO 104 „Hradec Králové SSM – oprava zpevněné plochy).</w:t>
      </w:r>
    </w:p>
    <w:p w14:paraId="261031CB" w14:textId="77777777" w:rsidR="00AF7ABE" w:rsidRDefault="00AF7ABE" w:rsidP="002C40DA">
      <w:pPr>
        <w:pStyle w:val="Odstavecseseznamem"/>
        <w:spacing w:after="0" w:line="276" w:lineRule="auto"/>
      </w:pPr>
    </w:p>
    <w:p w14:paraId="5350C04F" w14:textId="77777777" w:rsidR="00B24835" w:rsidRPr="00F07FBC" w:rsidRDefault="00B24835" w:rsidP="00B24835">
      <w:pPr>
        <w:pStyle w:val="Odstavecseseznamem"/>
        <w:spacing w:after="0"/>
      </w:pPr>
    </w:p>
    <w:p w14:paraId="06B9A65A" w14:textId="12B63254" w:rsidR="00B24835" w:rsidRPr="00164819" w:rsidRDefault="00164819" w:rsidP="00067BDE">
      <w:pPr>
        <w:spacing w:after="120"/>
        <w:rPr>
          <w:b/>
        </w:rPr>
      </w:pPr>
      <w:r w:rsidRPr="00164819">
        <w:rPr>
          <w:b/>
        </w:rPr>
        <w:t>Všeobecné požadavky</w:t>
      </w:r>
      <w:r w:rsidR="00B24835" w:rsidRPr="00164819">
        <w:rPr>
          <w:b/>
        </w:rPr>
        <w:t>:</w:t>
      </w:r>
    </w:p>
    <w:p w14:paraId="4D24C88F" w14:textId="773B5C4A" w:rsidR="00B24835" w:rsidRPr="00F07FBC" w:rsidRDefault="001A5F5D" w:rsidP="00067BDE">
      <w:pPr>
        <w:pStyle w:val="Odstavecseseznamem"/>
        <w:numPr>
          <w:ilvl w:val="0"/>
          <w:numId w:val="46"/>
        </w:numPr>
        <w:spacing w:after="120" w:line="276" w:lineRule="auto"/>
      </w:pPr>
      <w:r>
        <w:t xml:space="preserve">Ekologická likvidace nevyužitelného </w:t>
      </w:r>
      <w:r w:rsidR="00E8217D">
        <w:t>výzisku</w:t>
      </w:r>
      <w:r>
        <w:t xml:space="preserve"> a odpadů.</w:t>
      </w:r>
    </w:p>
    <w:p w14:paraId="023E4131" w14:textId="350ADC1D" w:rsidR="00B24835" w:rsidRPr="00F07FBC" w:rsidRDefault="001A5F5D" w:rsidP="00067BDE">
      <w:pPr>
        <w:pStyle w:val="Odstavecseseznamem"/>
        <w:numPr>
          <w:ilvl w:val="0"/>
          <w:numId w:val="46"/>
        </w:numPr>
        <w:spacing w:after="120" w:line="276" w:lineRule="auto"/>
      </w:pPr>
      <w:r>
        <w:t>D</w:t>
      </w:r>
      <w:r w:rsidR="00B24835" w:rsidRPr="00F07FBC">
        <w:t xml:space="preserve">emontáž a likvidace výzisku betonových a dřevěných pražců dle </w:t>
      </w:r>
      <w:proofErr w:type="spellStart"/>
      <w:r w:rsidR="00B24835" w:rsidRPr="00F07FBC">
        <w:t>předkategorizace</w:t>
      </w:r>
      <w:proofErr w:type="spellEnd"/>
      <w:r>
        <w:t>.</w:t>
      </w:r>
    </w:p>
    <w:p w14:paraId="2957A9ED" w14:textId="7912E822" w:rsidR="00B24835" w:rsidRPr="00F07FBC" w:rsidRDefault="001A5F5D" w:rsidP="00067BDE">
      <w:pPr>
        <w:pStyle w:val="Odstavecseseznamem"/>
        <w:numPr>
          <w:ilvl w:val="0"/>
          <w:numId w:val="46"/>
        </w:numPr>
        <w:spacing w:after="120" w:line="276" w:lineRule="auto"/>
      </w:pPr>
      <w:r>
        <w:t>R</w:t>
      </w:r>
      <w:r w:rsidR="00B24835" w:rsidRPr="00F07FBC">
        <w:t xml:space="preserve">oztřídění výzisku kolejnic a drobného materiálu dle </w:t>
      </w:r>
      <w:proofErr w:type="spellStart"/>
      <w:r w:rsidR="00B24835" w:rsidRPr="00F07FBC">
        <w:t>předkategorizace</w:t>
      </w:r>
      <w:proofErr w:type="spellEnd"/>
      <w:r w:rsidR="00B24835" w:rsidRPr="00F07FBC">
        <w:t>, převoz a uložení dle dispozic zadavatele</w:t>
      </w:r>
      <w:r>
        <w:t>.</w:t>
      </w:r>
    </w:p>
    <w:p w14:paraId="231EBAA0" w14:textId="56027FB4" w:rsidR="00B24835" w:rsidRPr="00F07FBC" w:rsidRDefault="001A5F5D" w:rsidP="00067BDE">
      <w:pPr>
        <w:pStyle w:val="Odstavecseseznamem"/>
        <w:numPr>
          <w:ilvl w:val="0"/>
          <w:numId w:val="46"/>
        </w:numPr>
        <w:spacing w:after="120" w:line="276" w:lineRule="auto"/>
      </w:pPr>
      <w:r>
        <w:t>L</w:t>
      </w:r>
      <w:r w:rsidR="00B24835" w:rsidRPr="00F07FBC">
        <w:t>ikvidace výzisku polyetylenových a pryžových podložek</w:t>
      </w:r>
      <w:r>
        <w:t>.</w:t>
      </w:r>
      <w:r w:rsidR="00B24835" w:rsidRPr="00F07FBC">
        <w:t xml:space="preserve"> </w:t>
      </w:r>
    </w:p>
    <w:p w14:paraId="6CEA4837" w14:textId="38B3E74D" w:rsidR="00B24835" w:rsidRPr="00095000" w:rsidRDefault="001A5F5D" w:rsidP="00067BDE">
      <w:pPr>
        <w:pStyle w:val="Odstavecseseznamem"/>
        <w:numPr>
          <w:ilvl w:val="0"/>
          <w:numId w:val="46"/>
        </w:numPr>
        <w:spacing w:after="120" w:line="276" w:lineRule="auto"/>
      </w:pPr>
      <w:r>
        <w:t>V</w:t>
      </w:r>
      <w:r w:rsidR="00B24835" w:rsidRPr="00E048DD">
        <w:t xml:space="preserve">ytyčení </w:t>
      </w:r>
      <w:r w:rsidR="00B24835" w:rsidRPr="00095000">
        <w:t>inženýrských sítí + dozory</w:t>
      </w:r>
      <w:r>
        <w:t>.</w:t>
      </w:r>
    </w:p>
    <w:p w14:paraId="4A3CC04A" w14:textId="5AB4E7BC" w:rsidR="00B24835" w:rsidRDefault="001A5F5D" w:rsidP="00067BDE">
      <w:pPr>
        <w:pStyle w:val="Odstavecseseznamem"/>
        <w:numPr>
          <w:ilvl w:val="0"/>
          <w:numId w:val="46"/>
        </w:numPr>
        <w:spacing w:after="120" w:line="276" w:lineRule="auto"/>
      </w:pPr>
      <w:r>
        <w:t>D</w:t>
      </w:r>
      <w:r w:rsidR="00B24835" w:rsidRPr="00E048DD">
        <w:t>okumentace skutečného provedení stavby (2 listinná vyhotovení a 1 digitální vyhotovení).</w:t>
      </w:r>
    </w:p>
    <w:p w14:paraId="5E96B3B9" w14:textId="26A703C3" w:rsidR="00B24835" w:rsidRDefault="00B24835" w:rsidP="00B24835"/>
    <w:p w14:paraId="70481FF0" w14:textId="77777777" w:rsidR="00777507" w:rsidRPr="00B24835" w:rsidRDefault="00777507" w:rsidP="00B24835"/>
    <w:bookmarkEnd w:id="7"/>
    <w:bookmarkEnd w:id="8"/>
    <w:p w14:paraId="2836595B" w14:textId="77777777" w:rsidR="00777507" w:rsidRDefault="00777507" w:rsidP="00777507">
      <w:pPr>
        <w:pStyle w:val="Nadpis2-1"/>
        <w:numPr>
          <w:ilvl w:val="0"/>
          <w:numId w:val="0"/>
        </w:numPr>
        <w:ind w:left="737"/>
        <w:jc w:val="both"/>
      </w:pPr>
    </w:p>
    <w:p w14:paraId="249DC1A8" w14:textId="3E10DE8B" w:rsidR="00DF7BAA" w:rsidRDefault="000C0D3F" w:rsidP="003E0D77">
      <w:pPr>
        <w:pStyle w:val="Nadpis2-1"/>
        <w:jc w:val="both"/>
      </w:pPr>
      <w:r w:rsidRPr="000C0D3F">
        <w:t>Materiálové zajištění</w:t>
      </w:r>
      <w:r>
        <w:t xml:space="preserve"> </w:t>
      </w:r>
    </w:p>
    <w:p w14:paraId="02995251" w14:textId="27C94065" w:rsidR="000C0D3F" w:rsidRPr="0001586B" w:rsidRDefault="000C0D3F" w:rsidP="00067BDE">
      <w:pPr>
        <w:spacing w:after="120"/>
      </w:pPr>
      <w:r>
        <w:t>O</w:t>
      </w:r>
      <w:r w:rsidRPr="0001586B">
        <w:t>bjednate</w:t>
      </w:r>
      <w:r w:rsidR="00E8217D">
        <w:t>l: kolejnice, pražce</w:t>
      </w:r>
      <w:r w:rsidRPr="0001586B">
        <w:t>.</w:t>
      </w:r>
    </w:p>
    <w:p w14:paraId="4EF79B5B" w14:textId="76338477" w:rsidR="000C0D3F" w:rsidRPr="0001586B" w:rsidRDefault="001A5F5D" w:rsidP="00067BDE">
      <w:pPr>
        <w:spacing w:after="120"/>
      </w:pPr>
      <w:r>
        <w:t xml:space="preserve">Zhotovitel: </w:t>
      </w:r>
      <w:r w:rsidR="00367617">
        <w:t xml:space="preserve">kolejnicové zarážedlo, </w:t>
      </w:r>
      <w:r w:rsidR="000C0D3F" w:rsidRPr="0001586B">
        <w:t>ostatní potřebný materiál.</w:t>
      </w:r>
    </w:p>
    <w:p w14:paraId="0A2DAA6C" w14:textId="462BE128" w:rsidR="000C0D3F" w:rsidRDefault="000C0D3F" w:rsidP="000C0D3F"/>
    <w:p w14:paraId="1C699AC5" w14:textId="77777777" w:rsidR="00777507" w:rsidRDefault="00777507" w:rsidP="000C0D3F"/>
    <w:p w14:paraId="6D771B26" w14:textId="4806F13A" w:rsidR="00DF7BAA" w:rsidRPr="00E474EA" w:rsidRDefault="00E474EA" w:rsidP="00495877">
      <w:pPr>
        <w:pStyle w:val="Nadpis2-1"/>
        <w:jc w:val="both"/>
      </w:pPr>
      <w:r w:rsidRPr="00E474EA">
        <w:t>Další dokumenty</w:t>
      </w:r>
    </w:p>
    <w:p w14:paraId="718581BF" w14:textId="3280F351" w:rsidR="00E8217D" w:rsidRPr="00E8217D" w:rsidRDefault="001A5F5D" w:rsidP="00E8217D">
      <w:pPr>
        <w:pStyle w:val="Nadpis2-2"/>
        <w:numPr>
          <w:ilvl w:val="0"/>
          <w:numId w:val="0"/>
        </w:numPr>
        <w:rPr>
          <w:b w:val="0"/>
          <w:sz w:val="18"/>
        </w:rPr>
      </w:pPr>
      <w:r>
        <w:rPr>
          <w:b w:val="0"/>
          <w:sz w:val="18"/>
        </w:rPr>
        <w:t xml:space="preserve">Příloha č. 1 - </w:t>
      </w:r>
      <w:r w:rsidR="00C87FF5">
        <w:rPr>
          <w:b w:val="0"/>
          <w:sz w:val="18"/>
        </w:rPr>
        <w:t>Skladovací plocha ST Hradec Králové</w:t>
      </w:r>
    </w:p>
    <w:p w14:paraId="7D991EF6" w14:textId="28ED75BC" w:rsidR="00396B4E" w:rsidRDefault="00E8217D" w:rsidP="00E8217D">
      <w:pPr>
        <w:pStyle w:val="Nadpis2-2"/>
        <w:numPr>
          <w:ilvl w:val="0"/>
          <w:numId w:val="0"/>
        </w:numPr>
        <w:rPr>
          <w:b w:val="0"/>
          <w:sz w:val="18"/>
        </w:rPr>
      </w:pPr>
      <w:r>
        <w:rPr>
          <w:b w:val="0"/>
          <w:sz w:val="18"/>
        </w:rPr>
        <w:t>Projektová dokumentace „Hradec Králové SSM – oprava zpevněné plochy“</w:t>
      </w:r>
      <w:bookmarkEnd w:id="2"/>
      <w:bookmarkEnd w:id="3"/>
      <w:bookmarkEnd w:id="4"/>
      <w:bookmarkEnd w:id="5"/>
      <w:bookmarkEnd w:id="6"/>
    </w:p>
    <w:p w14:paraId="49CCBCDE" w14:textId="00E51B6C" w:rsidR="00E8217D" w:rsidRDefault="00E8217D" w:rsidP="00E8217D"/>
    <w:p w14:paraId="7059A87E" w14:textId="209F4DC5" w:rsidR="00E8217D" w:rsidRDefault="00E8217D" w:rsidP="00E8217D"/>
    <w:p w14:paraId="698948E1" w14:textId="093DCA95" w:rsidR="00E8217D" w:rsidRDefault="00E8217D" w:rsidP="00E8217D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64B921" wp14:editId="333905C2">
                <wp:simplePos x="0" y="0"/>
                <wp:positionH relativeFrom="column">
                  <wp:posOffset>102235</wp:posOffset>
                </wp:positionH>
                <wp:positionV relativeFrom="paragraph">
                  <wp:posOffset>2852420</wp:posOffset>
                </wp:positionV>
                <wp:extent cx="914400" cy="242047"/>
                <wp:effectExtent l="0" t="285750" r="0" b="291465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613045">
                          <a:off x="0" y="0"/>
                          <a:ext cx="914400" cy="242047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25882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147743" w14:textId="6C5C395C" w:rsidR="00E8217D" w:rsidRDefault="00E8217D">
                            <w:r>
                              <w:t>Kolej č. 15u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64B921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8.05pt;margin-top:224.6pt;width:1in;height:19.05pt;rotation:2854142fd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" strokeweight=".5pt">
                <v:fill opacity="16962f"/>
                <v:textbox>
                  <w:txbxContent>
                    <w:p w14:paraId="7A147743" w14:textId="6C5C395C" w:rsidR="00E8217D" w:rsidRDefault="00E8217D">
                      <w:r>
                        <w:t>Kolej č. 15u</w:t>
                      </w:r>
                    </w:p>
                  </w:txbxContent>
                </v:textbox>
              </v:shape>
            </w:pict>
          </mc:Fallback>
        </mc:AlternateContent>
      </w:r>
      <w:r w:rsidR="001A5F5D">
        <w:t xml:space="preserve">Příloha č. 1 - </w:t>
      </w:r>
      <w:r>
        <w:t>Skladovací plocha ST HK</w:t>
      </w:r>
    </w:p>
    <w:p w14:paraId="1A7743F4" w14:textId="102BDDA0" w:rsidR="00E8217D" w:rsidRDefault="00C87FF5" w:rsidP="00E8217D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69AEC0" wp14:editId="4E16E1C4">
                <wp:simplePos x="0" y="0"/>
                <wp:positionH relativeFrom="column">
                  <wp:posOffset>2696210</wp:posOffset>
                </wp:positionH>
                <wp:positionV relativeFrom="paragraph">
                  <wp:posOffset>1146175</wp:posOffset>
                </wp:positionV>
                <wp:extent cx="1240790" cy="914400"/>
                <wp:effectExtent l="0" t="0" r="0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079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3A5A72" w14:textId="448C8445" w:rsidR="001A5F5D" w:rsidRPr="001A5F5D" w:rsidRDefault="001A5F5D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1A5F5D">
                              <w:rPr>
                                <w:color w:val="FFFFFF" w:themeColor="background1"/>
                              </w:rPr>
                              <w:t xml:space="preserve">Úprava povrchu </w:t>
                            </w:r>
                            <w:r>
                              <w:rPr>
                                <w:color w:val="FFFFFF" w:themeColor="background1"/>
                              </w:rPr>
                              <w:t>580 m</w:t>
                            </w:r>
                            <w:r w:rsidRPr="001A5F5D">
                              <w:rPr>
                                <w:color w:val="FFFFFF" w:themeColor="background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vertAlign w:val="superscript"/>
                              </w:rPr>
                              <w:t xml:space="preserve"> </w:t>
                            </w:r>
                            <w:r w:rsidRPr="001A5F5D">
                              <w:rPr>
                                <w:color w:val="FFFFFF" w:themeColor="background1"/>
                              </w:rPr>
                              <w:t>skladovací plochy</w:t>
                            </w:r>
                            <w:r w:rsidR="00C87FF5">
                              <w:rPr>
                                <w:color w:val="FFFFFF" w:themeColor="background1"/>
                              </w:rPr>
                              <w:t xml:space="preserve"> ST Hradec Králové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769AEC0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7" type="#_x0000_t202" style="position:absolute;margin-left:212.3pt;margin-top:90.25pt;width:97.7pt;height:1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" filled="f" stroked="f" strokeweight=".5pt">
                <v:textbox>
                  <w:txbxContent>
                    <w:p w14:paraId="233A5A72" w14:textId="448C8445" w:rsidR="001A5F5D" w:rsidRPr="001A5F5D" w:rsidRDefault="001A5F5D">
                      <w:pPr>
                        <w:rPr>
                          <w:color w:val="FFFFFF" w:themeColor="background1"/>
                        </w:rPr>
                      </w:pPr>
                      <w:r w:rsidRPr="001A5F5D">
                        <w:rPr>
                          <w:color w:val="FFFFFF" w:themeColor="background1"/>
                        </w:rPr>
                        <w:t xml:space="preserve">Úprava povrchu </w:t>
                      </w:r>
                      <w:r>
                        <w:rPr>
                          <w:color w:val="FFFFFF" w:themeColor="background1"/>
                        </w:rPr>
                        <w:t>580 m</w:t>
                      </w:r>
                      <w:r w:rsidRPr="001A5F5D">
                        <w:rPr>
                          <w:color w:val="FFFFFF" w:themeColor="background1"/>
                          <w:vertAlign w:val="superscript"/>
                        </w:rPr>
                        <w:t>2</w:t>
                      </w:r>
                      <w:r>
                        <w:rPr>
                          <w:color w:val="FFFFFF" w:themeColor="background1"/>
                          <w:vertAlign w:val="superscript"/>
                        </w:rPr>
                        <w:t xml:space="preserve"> </w:t>
                      </w:r>
                      <w:r w:rsidRPr="001A5F5D">
                        <w:rPr>
                          <w:color w:val="FFFFFF" w:themeColor="background1"/>
                        </w:rPr>
                        <w:t>skladovací plochy</w:t>
                      </w:r>
                      <w:r w:rsidR="00C87FF5">
                        <w:rPr>
                          <w:color w:val="FFFFFF" w:themeColor="background1"/>
                        </w:rPr>
                        <w:t xml:space="preserve"> ST Hradec Králové</w:t>
                      </w:r>
                    </w:p>
                  </w:txbxContent>
                </v:textbox>
              </v:shape>
            </w:pict>
          </mc:Fallback>
        </mc:AlternateContent>
      </w:r>
      <w:r w:rsidR="001A5F5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40F673" wp14:editId="7DE20F79">
                <wp:simplePos x="0" y="0"/>
                <wp:positionH relativeFrom="column">
                  <wp:posOffset>1370965</wp:posOffset>
                </wp:positionH>
                <wp:positionV relativeFrom="paragraph">
                  <wp:posOffset>1220470</wp:posOffset>
                </wp:positionV>
                <wp:extent cx="914400" cy="242047"/>
                <wp:effectExtent l="221932" t="0" r="298133" b="0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596">
                          <a:off x="0" y="0"/>
                          <a:ext cx="914400" cy="242047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25882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814EC7" w14:textId="1DE56804" w:rsidR="001A5F5D" w:rsidRDefault="001A5F5D" w:rsidP="001A5F5D">
                            <w:r>
                              <w:t>Kolej č. 16u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0F673" id="Textové pole 6" o:spid="_x0000_s1028" type="#_x0000_t202" style="position:absolute;margin-left:107.95pt;margin-top:96.1pt;width:1in;height:19.05pt;rotation:2956325fd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" strokeweight=".5pt">
                <v:fill opacity="16962f"/>
                <v:textbox>
                  <w:txbxContent>
                    <w:p w14:paraId="4C814EC7" w14:textId="1DE56804" w:rsidR="001A5F5D" w:rsidRDefault="001A5F5D" w:rsidP="001A5F5D">
                      <w:r>
                        <w:t>Kolej č. 16u</w:t>
                      </w:r>
                    </w:p>
                  </w:txbxContent>
                </v:textbox>
              </v:shape>
            </w:pict>
          </mc:Fallback>
        </mc:AlternateContent>
      </w:r>
      <w:r w:rsidR="001A5F5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639959" wp14:editId="10AC96C4">
                <wp:simplePos x="0" y="0"/>
                <wp:positionH relativeFrom="column">
                  <wp:posOffset>2723833</wp:posOffset>
                </wp:positionH>
                <wp:positionV relativeFrom="paragraph">
                  <wp:posOffset>723582</wp:posOffset>
                </wp:positionV>
                <wp:extent cx="1021308" cy="1481684"/>
                <wp:effectExtent l="400050" t="171450" r="312420" b="175895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40148">
                          <a:off x="0" y="0"/>
                          <a:ext cx="1021308" cy="1481684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20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77B7BF" id="Obdélník 4" o:spid="_x0000_s1026" style="position:absolute;margin-left:214.5pt;margin-top:56.95pt;width:80.4pt;height:116.65pt;rotation:2883746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" fillcolor="red" strokecolor="red" strokeweight="1pt">
                <v:fill opacity="13107f"/>
              </v:rect>
            </w:pict>
          </mc:Fallback>
        </mc:AlternateContent>
      </w:r>
      <w:r w:rsidR="00BE0263">
        <w:pict w14:anchorId="440ECDB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5.9pt;height:297.4pt">
            <v:imagedata r:id="rId11" o:title="Výstřižek"/>
          </v:shape>
        </w:pict>
      </w:r>
    </w:p>
    <w:p w14:paraId="7670FD04" w14:textId="77777777" w:rsidR="00E8217D" w:rsidRPr="00E8217D" w:rsidRDefault="00E8217D" w:rsidP="00E8217D"/>
    <w:sectPr w:rsidR="00E8217D" w:rsidRPr="00E8217D" w:rsidSect="002E744B">
      <w:headerReference w:type="default" r:id="rId12"/>
      <w:footerReference w:type="even" r:id="rId13"/>
      <w:headerReference w:type="first" r:id="rId14"/>
      <w:footerReference w:type="first" r:id="rId15"/>
      <w:pgSz w:w="11906" w:h="16838" w:code="9"/>
      <w:pgMar w:top="1049" w:right="1588" w:bottom="1474" w:left="1588" w:header="595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BB9172" w14:textId="77777777" w:rsidR="00CB6EFD" w:rsidRDefault="00CB6EFD" w:rsidP="00962258">
      <w:pPr>
        <w:spacing w:after="0" w:line="240" w:lineRule="auto"/>
      </w:pPr>
      <w:r>
        <w:separator/>
      </w:r>
    </w:p>
  </w:endnote>
  <w:endnote w:type="continuationSeparator" w:id="0">
    <w:p w14:paraId="41E87327" w14:textId="77777777" w:rsidR="00CB6EFD" w:rsidRDefault="00CB6EF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0334A" w:rsidRPr="006A10C4" w14:paraId="52EDD438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2881ACD5" w14:textId="1AADBEA9" w:rsidR="00B0334A" w:rsidRPr="006A10C4" w:rsidRDefault="00B0334A" w:rsidP="00495877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BE0263">
            <w:rPr>
              <w:rStyle w:val="slostrnky"/>
              <w:noProof/>
            </w:rPr>
            <w:t>2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="00495877">
            <w:rPr>
              <w:rStyle w:val="slostrnky"/>
            </w:rPr>
            <w:fldChar w:fldCharType="begin"/>
          </w:r>
          <w:r w:rsidR="00495877">
            <w:rPr>
              <w:rStyle w:val="slostrnky"/>
            </w:rPr>
            <w:instrText xml:space="preserve"> SECTIONPAGES   \* MERGEFORMAT </w:instrText>
          </w:r>
          <w:r w:rsidR="00495877">
            <w:rPr>
              <w:rStyle w:val="slostrnky"/>
            </w:rPr>
            <w:fldChar w:fldCharType="separate"/>
          </w:r>
          <w:r w:rsidR="00BE0263">
            <w:rPr>
              <w:rStyle w:val="slostrnky"/>
              <w:noProof/>
            </w:rPr>
            <w:t>3</w:t>
          </w:r>
          <w:r w:rsidR="00495877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11D01EAE" w14:textId="18F3FD45" w:rsidR="00B0334A" w:rsidRPr="006A10C4" w:rsidRDefault="005707C0" w:rsidP="003462EB">
          <w:pPr>
            <w:pStyle w:val="Zpatvlevo"/>
            <w:rPr>
              <w:noProof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_Název_akce  \* MERGEFORMAT </w:instrText>
          </w:r>
          <w:r>
            <w:rPr>
              <w:noProof/>
            </w:rPr>
            <w:fldChar w:fldCharType="separate"/>
          </w:r>
          <w:r w:rsidR="00BE0263">
            <w:rPr>
              <w:noProof/>
            </w:rPr>
            <w:t>v areálu SSM Hradec Králové</w:t>
          </w:r>
          <w:r w:rsidR="00BE0263">
            <w:rPr>
              <w:noProof/>
            </w:rPr>
            <w:cr/>
          </w:r>
          <w:r>
            <w:rPr>
              <w:noProof/>
            </w:rPr>
            <w:fldChar w:fldCharType="end"/>
          </w:r>
        </w:p>
        <w:p w14:paraId="7835AEA2" w14:textId="0B53D765" w:rsidR="00B0334A" w:rsidRPr="006A10C4" w:rsidRDefault="00A827E2" w:rsidP="003462EB">
          <w:pPr>
            <w:pStyle w:val="Zpatvlevo"/>
          </w:pPr>
          <w:r>
            <w:t>Příloha č. 3</w:t>
          </w:r>
          <w:r w:rsidR="00B0334A" w:rsidRPr="006A10C4">
            <w:t xml:space="preserve"> </w:t>
          </w:r>
        </w:p>
        <w:p w14:paraId="3E796A3F" w14:textId="58CB71C5" w:rsidR="00B0334A" w:rsidRPr="006A10C4" w:rsidRDefault="0025520C" w:rsidP="00DF7BAA">
          <w:pPr>
            <w:pStyle w:val="Zpatvlevo"/>
          </w:pPr>
          <w:r>
            <w:t>Technická specifikace zakázky</w:t>
          </w:r>
          <w:r w:rsidR="00B0334A" w:rsidRPr="006A10C4">
            <w:t xml:space="preserve"> </w:t>
          </w:r>
        </w:p>
      </w:tc>
    </w:tr>
  </w:tbl>
  <w:p w14:paraId="08F34050" w14:textId="77777777" w:rsidR="00B0334A" w:rsidRPr="00614E71" w:rsidRDefault="00B0334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47292" w14:textId="77777777" w:rsidR="00B0334A" w:rsidRPr="00B8518B" w:rsidRDefault="00B0334A" w:rsidP="00460660">
    <w:pPr>
      <w:pStyle w:val="Zpat"/>
      <w:rPr>
        <w:sz w:val="2"/>
        <w:szCs w:val="2"/>
      </w:rPr>
    </w:pPr>
  </w:p>
  <w:p w14:paraId="669C1BF6" w14:textId="77777777" w:rsidR="00B0334A" w:rsidRDefault="00B0334A" w:rsidP="00054FC6">
    <w:pPr>
      <w:pStyle w:val="Zpat"/>
      <w:rPr>
        <w:rFonts w:cs="Calibri"/>
        <w:szCs w:val="12"/>
      </w:rPr>
    </w:pPr>
  </w:p>
  <w:p w14:paraId="0DE98CCE" w14:textId="77777777" w:rsidR="00B0334A" w:rsidRPr="005D19D8" w:rsidRDefault="00B0334A" w:rsidP="00054FC6">
    <w:pPr>
      <w:pStyle w:val="Zpat"/>
    </w:pPr>
    <w:r w:rsidRPr="00F37C6B">
      <w:rPr>
        <w:rFonts w:cs="Calibri"/>
        <w:szCs w:val="12"/>
      </w:rPr>
      <w:t>.</w:t>
    </w:r>
  </w:p>
  <w:p w14:paraId="53CB658B" w14:textId="77777777" w:rsidR="00B0334A" w:rsidRPr="00460660" w:rsidRDefault="00B0334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21BE4" w14:textId="77777777" w:rsidR="00CB6EFD" w:rsidRDefault="00CB6EFD" w:rsidP="00962258">
      <w:pPr>
        <w:spacing w:after="0" w:line="240" w:lineRule="auto"/>
      </w:pPr>
      <w:r>
        <w:separator/>
      </w:r>
    </w:p>
  </w:footnote>
  <w:footnote w:type="continuationSeparator" w:id="0">
    <w:p w14:paraId="3483B013" w14:textId="77777777" w:rsidR="00CB6EFD" w:rsidRDefault="00CB6EF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334A" w:rsidRPr="006A10C4" w14:paraId="3D59C6D0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3EDC53" w14:textId="77777777" w:rsidR="00B0334A" w:rsidRPr="006A10C4" w:rsidRDefault="00B0334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974C2C" w14:textId="77777777" w:rsidR="00B0334A" w:rsidRPr="006A10C4" w:rsidRDefault="00B0334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51FCBE" w14:textId="77777777" w:rsidR="00B0334A" w:rsidRPr="006A10C4" w:rsidRDefault="00B0334A" w:rsidP="006A10C4">
          <w:pPr>
            <w:pStyle w:val="Druhdokumentu"/>
            <w:spacing w:after="0"/>
          </w:pPr>
        </w:p>
      </w:tc>
    </w:tr>
  </w:tbl>
  <w:p w14:paraId="382CDF79" w14:textId="77777777" w:rsidR="00B0334A" w:rsidRPr="00D6163D" w:rsidRDefault="00B0334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0334A" w:rsidRPr="006A10C4" w14:paraId="72C1BCE2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058BFF6" w14:textId="77777777" w:rsidR="00B0334A" w:rsidRPr="006A10C4" w:rsidRDefault="00B0334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C90A2C" w14:textId="081835D3" w:rsidR="00B0334A" w:rsidRPr="006A10C4" w:rsidRDefault="00B0334A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11643B71" wp14:editId="47F11DFC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6981099" w14:textId="77777777" w:rsidR="00B0334A" w:rsidRPr="006A10C4" w:rsidRDefault="00B0334A" w:rsidP="006A10C4">
          <w:pPr>
            <w:pStyle w:val="Druhdokumentu"/>
            <w:spacing w:after="0"/>
          </w:pPr>
        </w:p>
      </w:tc>
    </w:tr>
    <w:tr w:rsidR="00B0334A" w:rsidRPr="006A10C4" w14:paraId="467EDA26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0D781B3F" w14:textId="77777777" w:rsidR="00B0334A" w:rsidRPr="006A10C4" w:rsidRDefault="00B0334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B9FE27" w14:textId="77777777" w:rsidR="00B0334A" w:rsidRPr="006A10C4" w:rsidRDefault="00B0334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157F5D6" w14:textId="77777777" w:rsidR="00B0334A" w:rsidRPr="006A10C4" w:rsidRDefault="00B0334A" w:rsidP="006A10C4">
          <w:pPr>
            <w:pStyle w:val="Druhdokumentu"/>
            <w:spacing w:after="0"/>
          </w:pPr>
        </w:p>
      </w:tc>
    </w:tr>
  </w:tbl>
  <w:p w14:paraId="0B83C19E" w14:textId="77777777" w:rsidR="00B0334A" w:rsidRPr="00D6163D" w:rsidRDefault="00B0334A" w:rsidP="0059333D">
    <w:pPr>
      <w:pStyle w:val="Zhlav"/>
      <w:jc w:val="center"/>
      <w:rPr>
        <w:sz w:val="8"/>
        <w:szCs w:val="8"/>
      </w:rPr>
    </w:pPr>
  </w:p>
  <w:p w14:paraId="58A78DC2" w14:textId="77777777" w:rsidR="00B0334A" w:rsidRPr="00460660" w:rsidRDefault="00B0334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6248B3"/>
    <w:multiLevelType w:val="hybridMultilevel"/>
    <w:tmpl w:val="22580FFE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FB00519"/>
    <w:multiLevelType w:val="hybridMultilevel"/>
    <w:tmpl w:val="BCAA35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7702E9A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7D16C3"/>
    <w:multiLevelType w:val="hybridMultilevel"/>
    <w:tmpl w:val="1550F0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2F40030"/>
    <w:multiLevelType w:val="hybridMultilevel"/>
    <w:tmpl w:val="E286C8C6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5B9"/>
    <w:multiLevelType w:val="hybridMultilevel"/>
    <w:tmpl w:val="D22221B6"/>
    <w:lvl w:ilvl="0" w:tplc="04050017">
      <w:start w:val="1"/>
      <w:numFmt w:val="lowerLetter"/>
      <w:lvlText w:val="%1)"/>
      <w:lvlJc w:val="left"/>
      <w:pPr>
        <w:ind w:left="2591" w:hanging="360"/>
      </w:pPr>
    </w:lvl>
    <w:lvl w:ilvl="1" w:tplc="04050019" w:tentative="1">
      <w:start w:val="1"/>
      <w:numFmt w:val="lowerLetter"/>
      <w:lvlText w:val="%2."/>
      <w:lvlJc w:val="left"/>
      <w:pPr>
        <w:ind w:left="3311" w:hanging="360"/>
      </w:pPr>
    </w:lvl>
    <w:lvl w:ilvl="2" w:tplc="0405001B" w:tentative="1">
      <w:start w:val="1"/>
      <w:numFmt w:val="lowerRoman"/>
      <w:lvlText w:val="%3."/>
      <w:lvlJc w:val="right"/>
      <w:pPr>
        <w:ind w:left="4031" w:hanging="180"/>
      </w:pPr>
    </w:lvl>
    <w:lvl w:ilvl="3" w:tplc="0405000F" w:tentative="1">
      <w:start w:val="1"/>
      <w:numFmt w:val="decimal"/>
      <w:lvlText w:val="%4."/>
      <w:lvlJc w:val="left"/>
      <w:pPr>
        <w:ind w:left="4751" w:hanging="360"/>
      </w:pPr>
    </w:lvl>
    <w:lvl w:ilvl="4" w:tplc="04050019" w:tentative="1">
      <w:start w:val="1"/>
      <w:numFmt w:val="lowerLetter"/>
      <w:lvlText w:val="%5."/>
      <w:lvlJc w:val="left"/>
      <w:pPr>
        <w:ind w:left="5471" w:hanging="360"/>
      </w:pPr>
    </w:lvl>
    <w:lvl w:ilvl="5" w:tplc="0405001B" w:tentative="1">
      <w:start w:val="1"/>
      <w:numFmt w:val="lowerRoman"/>
      <w:lvlText w:val="%6."/>
      <w:lvlJc w:val="right"/>
      <w:pPr>
        <w:ind w:left="6191" w:hanging="180"/>
      </w:pPr>
    </w:lvl>
    <w:lvl w:ilvl="6" w:tplc="0405000F" w:tentative="1">
      <w:start w:val="1"/>
      <w:numFmt w:val="decimal"/>
      <w:lvlText w:val="%7."/>
      <w:lvlJc w:val="left"/>
      <w:pPr>
        <w:ind w:left="6911" w:hanging="360"/>
      </w:pPr>
    </w:lvl>
    <w:lvl w:ilvl="7" w:tplc="04050019" w:tentative="1">
      <w:start w:val="1"/>
      <w:numFmt w:val="lowerLetter"/>
      <w:lvlText w:val="%8."/>
      <w:lvlJc w:val="left"/>
      <w:pPr>
        <w:ind w:left="7631" w:hanging="360"/>
      </w:pPr>
    </w:lvl>
    <w:lvl w:ilvl="8" w:tplc="0405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4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1"/>
  </w:num>
  <w:num w:numId="5">
    <w:abstractNumId w:val="8"/>
  </w:num>
  <w:num w:numId="6">
    <w:abstractNumId w:val="10"/>
  </w:num>
  <w:num w:numId="7">
    <w:abstractNumId w:val="5"/>
  </w:num>
  <w:num w:numId="8">
    <w:abstractNumId w:val="12"/>
  </w:num>
  <w:num w:numId="9">
    <w:abstractNumId w:val="15"/>
  </w:num>
  <w:num w:numId="10">
    <w:abstractNumId w:val="14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5"/>
  </w:num>
  <w:num w:numId="23">
    <w:abstractNumId w:val="5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2"/>
  </w:num>
  <w:num w:numId="33">
    <w:abstractNumId w:val="1"/>
  </w:num>
  <w:num w:numId="34">
    <w:abstractNumId w:val="1"/>
  </w:num>
  <w:num w:numId="35">
    <w:abstractNumId w:val="5"/>
  </w:num>
  <w:num w:numId="36">
    <w:abstractNumId w:val="5"/>
  </w:num>
  <w:num w:numId="37">
    <w:abstractNumId w:val="14"/>
  </w:num>
  <w:num w:numId="38">
    <w:abstractNumId w:val="2"/>
  </w:num>
  <w:num w:numId="39">
    <w:abstractNumId w:val="11"/>
  </w:num>
  <w:num w:numId="40">
    <w:abstractNumId w:val="5"/>
  </w:num>
  <w:num w:numId="41">
    <w:abstractNumId w:val="13"/>
  </w:num>
  <w:num w:numId="42">
    <w:abstractNumId w:val="5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</w:num>
  <w:num w:numId="45">
    <w:abstractNumId w:val="5"/>
  </w:num>
  <w:num w:numId="46">
    <w:abstractNumId w:val="4"/>
  </w:num>
  <w:num w:numId="47">
    <w:abstractNumId w:val="9"/>
  </w:num>
  <w:num w:numId="48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12EC4"/>
    <w:rsid w:val="0001305D"/>
    <w:rsid w:val="000145C8"/>
    <w:rsid w:val="00017F3C"/>
    <w:rsid w:val="00041EC8"/>
    <w:rsid w:val="00054FC6"/>
    <w:rsid w:val="0006465A"/>
    <w:rsid w:val="0006588D"/>
    <w:rsid w:val="00067A5E"/>
    <w:rsid w:val="00067BDE"/>
    <w:rsid w:val="00067EA3"/>
    <w:rsid w:val="000719BB"/>
    <w:rsid w:val="00072A65"/>
    <w:rsid w:val="00072C1E"/>
    <w:rsid w:val="00073068"/>
    <w:rsid w:val="00076B14"/>
    <w:rsid w:val="0008461A"/>
    <w:rsid w:val="00084867"/>
    <w:rsid w:val="00095000"/>
    <w:rsid w:val="000A2B28"/>
    <w:rsid w:val="000A6E75"/>
    <w:rsid w:val="000B408F"/>
    <w:rsid w:val="000B4899"/>
    <w:rsid w:val="000B4EB8"/>
    <w:rsid w:val="000C0D3F"/>
    <w:rsid w:val="000C17AD"/>
    <w:rsid w:val="000C3956"/>
    <w:rsid w:val="000C41F2"/>
    <w:rsid w:val="000C5D3B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22084"/>
    <w:rsid w:val="00126ABB"/>
    <w:rsid w:val="00130E62"/>
    <w:rsid w:val="00130EEE"/>
    <w:rsid w:val="00146BCB"/>
    <w:rsid w:val="0015027B"/>
    <w:rsid w:val="00153B6C"/>
    <w:rsid w:val="00164819"/>
    <w:rsid w:val="001656A2"/>
    <w:rsid w:val="00170EC5"/>
    <w:rsid w:val="00173CE9"/>
    <w:rsid w:val="001747C1"/>
    <w:rsid w:val="00177D6B"/>
    <w:rsid w:val="00182C19"/>
    <w:rsid w:val="00183913"/>
    <w:rsid w:val="00186B9C"/>
    <w:rsid w:val="0018712C"/>
    <w:rsid w:val="0019160B"/>
    <w:rsid w:val="00191F90"/>
    <w:rsid w:val="001A1039"/>
    <w:rsid w:val="001A3B3C"/>
    <w:rsid w:val="001A5F5D"/>
    <w:rsid w:val="001B033A"/>
    <w:rsid w:val="001B4180"/>
    <w:rsid w:val="001B4E74"/>
    <w:rsid w:val="001B7668"/>
    <w:rsid w:val="001C645F"/>
    <w:rsid w:val="001C73D0"/>
    <w:rsid w:val="001E678E"/>
    <w:rsid w:val="001F6DB6"/>
    <w:rsid w:val="002007BA"/>
    <w:rsid w:val="002038C9"/>
    <w:rsid w:val="002071BB"/>
    <w:rsid w:val="00207DF5"/>
    <w:rsid w:val="00210F87"/>
    <w:rsid w:val="0022566D"/>
    <w:rsid w:val="00232000"/>
    <w:rsid w:val="0023225E"/>
    <w:rsid w:val="00240B81"/>
    <w:rsid w:val="00240E11"/>
    <w:rsid w:val="00247D01"/>
    <w:rsid w:val="0025030F"/>
    <w:rsid w:val="00250479"/>
    <w:rsid w:val="00250AAA"/>
    <w:rsid w:val="002518CB"/>
    <w:rsid w:val="0025520C"/>
    <w:rsid w:val="00255FA4"/>
    <w:rsid w:val="00261A5B"/>
    <w:rsid w:val="00262E5B"/>
    <w:rsid w:val="00264D52"/>
    <w:rsid w:val="00267DE4"/>
    <w:rsid w:val="002735BE"/>
    <w:rsid w:val="00276AFE"/>
    <w:rsid w:val="00285150"/>
    <w:rsid w:val="002A3B57"/>
    <w:rsid w:val="002B6B58"/>
    <w:rsid w:val="002C0924"/>
    <w:rsid w:val="002C31BF"/>
    <w:rsid w:val="002C40DA"/>
    <w:rsid w:val="002D2102"/>
    <w:rsid w:val="002D5B86"/>
    <w:rsid w:val="002D634B"/>
    <w:rsid w:val="002D7FD6"/>
    <w:rsid w:val="002E0CD7"/>
    <w:rsid w:val="002E0CFB"/>
    <w:rsid w:val="002E2535"/>
    <w:rsid w:val="002E5C7B"/>
    <w:rsid w:val="002E744B"/>
    <w:rsid w:val="002E7D68"/>
    <w:rsid w:val="002F3588"/>
    <w:rsid w:val="002F4333"/>
    <w:rsid w:val="002F50C1"/>
    <w:rsid w:val="003026C9"/>
    <w:rsid w:val="00304DAF"/>
    <w:rsid w:val="00307207"/>
    <w:rsid w:val="00311165"/>
    <w:rsid w:val="003130A4"/>
    <w:rsid w:val="003229ED"/>
    <w:rsid w:val="003254A3"/>
    <w:rsid w:val="00327EEF"/>
    <w:rsid w:val="0033239F"/>
    <w:rsid w:val="00332ACE"/>
    <w:rsid w:val="00333235"/>
    <w:rsid w:val="00333C1B"/>
    <w:rsid w:val="00334918"/>
    <w:rsid w:val="003418A3"/>
    <w:rsid w:val="0034274B"/>
    <w:rsid w:val="00342B1B"/>
    <w:rsid w:val="003462EB"/>
    <w:rsid w:val="0034719F"/>
    <w:rsid w:val="00350A35"/>
    <w:rsid w:val="00355002"/>
    <w:rsid w:val="003571D8"/>
    <w:rsid w:val="00357BC6"/>
    <w:rsid w:val="00361422"/>
    <w:rsid w:val="0036531E"/>
    <w:rsid w:val="00367617"/>
    <w:rsid w:val="00373D53"/>
    <w:rsid w:val="0037545D"/>
    <w:rsid w:val="00376246"/>
    <w:rsid w:val="00377F85"/>
    <w:rsid w:val="00386FF1"/>
    <w:rsid w:val="00392EB6"/>
    <w:rsid w:val="003956C6"/>
    <w:rsid w:val="00396B4E"/>
    <w:rsid w:val="003A6F97"/>
    <w:rsid w:val="003B111D"/>
    <w:rsid w:val="003B12E3"/>
    <w:rsid w:val="003B70B2"/>
    <w:rsid w:val="003B7BE8"/>
    <w:rsid w:val="003C33F2"/>
    <w:rsid w:val="003C6679"/>
    <w:rsid w:val="003D4F68"/>
    <w:rsid w:val="003D756E"/>
    <w:rsid w:val="003D7905"/>
    <w:rsid w:val="003E420D"/>
    <w:rsid w:val="003E4C13"/>
    <w:rsid w:val="003E567C"/>
    <w:rsid w:val="003F186F"/>
    <w:rsid w:val="003F5EF6"/>
    <w:rsid w:val="004078F3"/>
    <w:rsid w:val="004126AB"/>
    <w:rsid w:val="00424A5E"/>
    <w:rsid w:val="0042581E"/>
    <w:rsid w:val="00427794"/>
    <w:rsid w:val="00436ECF"/>
    <w:rsid w:val="00446218"/>
    <w:rsid w:val="00450F07"/>
    <w:rsid w:val="00453CD3"/>
    <w:rsid w:val="004550ED"/>
    <w:rsid w:val="004557C4"/>
    <w:rsid w:val="00460660"/>
    <w:rsid w:val="00463BD5"/>
    <w:rsid w:val="00464BA9"/>
    <w:rsid w:val="004666D1"/>
    <w:rsid w:val="004718B1"/>
    <w:rsid w:val="004748CF"/>
    <w:rsid w:val="0048341C"/>
    <w:rsid w:val="00483969"/>
    <w:rsid w:val="00486107"/>
    <w:rsid w:val="00491827"/>
    <w:rsid w:val="00495877"/>
    <w:rsid w:val="00495E55"/>
    <w:rsid w:val="004C24C7"/>
    <w:rsid w:val="004C4399"/>
    <w:rsid w:val="004C787C"/>
    <w:rsid w:val="004D7D8C"/>
    <w:rsid w:val="004E7A1F"/>
    <w:rsid w:val="004F4B9B"/>
    <w:rsid w:val="004F70CD"/>
    <w:rsid w:val="00500C8E"/>
    <w:rsid w:val="00503B49"/>
    <w:rsid w:val="0050666E"/>
    <w:rsid w:val="00511AB9"/>
    <w:rsid w:val="005172C5"/>
    <w:rsid w:val="00523BB5"/>
    <w:rsid w:val="00523EA7"/>
    <w:rsid w:val="00531CB9"/>
    <w:rsid w:val="005403D3"/>
    <w:rsid w:val="005406EB"/>
    <w:rsid w:val="00544296"/>
    <w:rsid w:val="00545AD1"/>
    <w:rsid w:val="00546E43"/>
    <w:rsid w:val="00553375"/>
    <w:rsid w:val="005551B1"/>
    <w:rsid w:val="00555884"/>
    <w:rsid w:val="005707C0"/>
    <w:rsid w:val="0057146C"/>
    <w:rsid w:val="005736B7"/>
    <w:rsid w:val="00575E5A"/>
    <w:rsid w:val="00576A07"/>
    <w:rsid w:val="00580245"/>
    <w:rsid w:val="0058709D"/>
    <w:rsid w:val="0058742A"/>
    <w:rsid w:val="00590B8A"/>
    <w:rsid w:val="0059333D"/>
    <w:rsid w:val="005A0AB5"/>
    <w:rsid w:val="005A1F44"/>
    <w:rsid w:val="005B3728"/>
    <w:rsid w:val="005C5372"/>
    <w:rsid w:val="005D3C39"/>
    <w:rsid w:val="005D7706"/>
    <w:rsid w:val="005E5D69"/>
    <w:rsid w:val="005F084B"/>
    <w:rsid w:val="005F0E69"/>
    <w:rsid w:val="00601A8C"/>
    <w:rsid w:val="00602ABC"/>
    <w:rsid w:val="0061068E"/>
    <w:rsid w:val="006115D3"/>
    <w:rsid w:val="006130DC"/>
    <w:rsid w:val="006149D2"/>
    <w:rsid w:val="00614E71"/>
    <w:rsid w:val="006208DF"/>
    <w:rsid w:val="006239D3"/>
    <w:rsid w:val="00630E64"/>
    <w:rsid w:val="00655976"/>
    <w:rsid w:val="0065610E"/>
    <w:rsid w:val="00660AD3"/>
    <w:rsid w:val="00662818"/>
    <w:rsid w:val="00666944"/>
    <w:rsid w:val="006776B6"/>
    <w:rsid w:val="00680766"/>
    <w:rsid w:val="0069136C"/>
    <w:rsid w:val="006925C0"/>
    <w:rsid w:val="00693150"/>
    <w:rsid w:val="00695A8C"/>
    <w:rsid w:val="006A019B"/>
    <w:rsid w:val="006A10C4"/>
    <w:rsid w:val="006A3F67"/>
    <w:rsid w:val="006A5570"/>
    <w:rsid w:val="006A689C"/>
    <w:rsid w:val="006A6B2E"/>
    <w:rsid w:val="006A747D"/>
    <w:rsid w:val="006B2318"/>
    <w:rsid w:val="006B3D79"/>
    <w:rsid w:val="006B6FE4"/>
    <w:rsid w:val="006C16C4"/>
    <w:rsid w:val="006C16E1"/>
    <w:rsid w:val="006C2343"/>
    <w:rsid w:val="006C31D3"/>
    <w:rsid w:val="006C442A"/>
    <w:rsid w:val="006D1013"/>
    <w:rsid w:val="006D4F33"/>
    <w:rsid w:val="006E0578"/>
    <w:rsid w:val="006E314D"/>
    <w:rsid w:val="006E39BA"/>
    <w:rsid w:val="006E73EC"/>
    <w:rsid w:val="006F07C0"/>
    <w:rsid w:val="007020E6"/>
    <w:rsid w:val="00710193"/>
    <w:rsid w:val="00710723"/>
    <w:rsid w:val="007136BE"/>
    <w:rsid w:val="00720802"/>
    <w:rsid w:val="007215EB"/>
    <w:rsid w:val="00723ED1"/>
    <w:rsid w:val="00726EDF"/>
    <w:rsid w:val="00733AD8"/>
    <w:rsid w:val="00740AF5"/>
    <w:rsid w:val="00743525"/>
    <w:rsid w:val="00745555"/>
    <w:rsid w:val="00745B7E"/>
    <w:rsid w:val="00745F94"/>
    <w:rsid w:val="0075308D"/>
    <w:rsid w:val="007541A2"/>
    <w:rsid w:val="00755818"/>
    <w:rsid w:val="00761620"/>
    <w:rsid w:val="0076286B"/>
    <w:rsid w:val="00766846"/>
    <w:rsid w:val="0076790E"/>
    <w:rsid w:val="00770601"/>
    <w:rsid w:val="0077673A"/>
    <w:rsid w:val="00776C2B"/>
    <w:rsid w:val="00777507"/>
    <w:rsid w:val="007846E1"/>
    <w:rsid w:val="007847D6"/>
    <w:rsid w:val="0079028E"/>
    <w:rsid w:val="007A202B"/>
    <w:rsid w:val="007A5172"/>
    <w:rsid w:val="007A67A0"/>
    <w:rsid w:val="007A6FED"/>
    <w:rsid w:val="007B133E"/>
    <w:rsid w:val="007B502B"/>
    <w:rsid w:val="007B570C"/>
    <w:rsid w:val="007C0C8F"/>
    <w:rsid w:val="007E397E"/>
    <w:rsid w:val="007E4A6E"/>
    <w:rsid w:val="007F56A7"/>
    <w:rsid w:val="007F5D4B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833DA"/>
    <w:rsid w:val="00887F36"/>
    <w:rsid w:val="00890A4F"/>
    <w:rsid w:val="00891D37"/>
    <w:rsid w:val="008A01EA"/>
    <w:rsid w:val="008A0378"/>
    <w:rsid w:val="008A3568"/>
    <w:rsid w:val="008A4FE4"/>
    <w:rsid w:val="008C24A8"/>
    <w:rsid w:val="008C50F3"/>
    <w:rsid w:val="008C51A4"/>
    <w:rsid w:val="008C6717"/>
    <w:rsid w:val="008C70E7"/>
    <w:rsid w:val="008C7EFE"/>
    <w:rsid w:val="008D03B9"/>
    <w:rsid w:val="008D30C7"/>
    <w:rsid w:val="008D7D0F"/>
    <w:rsid w:val="008E1077"/>
    <w:rsid w:val="008E5476"/>
    <w:rsid w:val="008F18D6"/>
    <w:rsid w:val="008F289B"/>
    <w:rsid w:val="008F2C9B"/>
    <w:rsid w:val="008F5F18"/>
    <w:rsid w:val="008F797B"/>
    <w:rsid w:val="00904780"/>
    <w:rsid w:val="0090635B"/>
    <w:rsid w:val="009138CB"/>
    <w:rsid w:val="00914F81"/>
    <w:rsid w:val="00922385"/>
    <w:rsid w:val="009223DF"/>
    <w:rsid w:val="009226C1"/>
    <w:rsid w:val="00923406"/>
    <w:rsid w:val="00923B02"/>
    <w:rsid w:val="0093185E"/>
    <w:rsid w:val="00935987"/>
    <w:rsid w:val="00936091"/>
    <w:rsid w:val="00940D8A"/>
    <w:rsid w:val="00947B9D"/>
    <w:rsid w:val="00950944"/>
    <w:rsid w:val="00952EDC"/>
    <w:rsid w:val="00957F1F"/>
    <w:rsid w:val="00962258"/>
    <w:rsid w:val="009678B7"/>
    <w:rsid w:val="0097239D"/>
    <w:rsid w:val="00977A85"/>
    <w:rsid w:val="00980B51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0D39"/>
    <w:rsid w:val="009D2FC5"/>
    <w:rsid w:val="009D5183"/>
    <w:rsid w:val="009E07F4"/>
    <w:rsid w:val="009E09BE"/>
    <w:rsid w:val="009E3D46"/>
    <w:rsid w:val="009F1CBD"/>
    <w:rsid w:val="009F1FFD"/>
    <w:rsid w:val="009F25DD"/>
    <w:rsid w:val="009F309B"/>
    <w:rsid w:val="009F392E"/>
    <w:rsid w:val="009F4CCF"/>
    <w:rsid w:val="009F53C5"/>
    <w:rsid w:val="009F6403"/>
    <w:rsid w:val="009F6738"/>
    <w:rsid w:val="00A04D7F"/>
    <w:rsid w:val="00A0740E"/>
    <w:rsid w:val="00A34271"/>
    <w:rsid w:val="00A3568D"/>
    <w:rsid w:val="00A4050F"/>
    <w:rsid w:val="00A43333"/>
    <w:rsid w:val="00A50641"/>
    <w:rsid w:val="00A50BC5"/>
    <w:rsid w:val="00A51A89"/>
    <w:rsid w:val="00A51DB5"/>
    <w:rsid w:val="00A530BF"/>
    <w:rsid w:val="00A5638B"/>
    <w:rsid w:val="00A5763B"/>
    <w:rsid w:val="00A6177B"/>
    <w:rsid w:val="00A62E74"/>
    <w:rsid w:val="00A658DF"/>
    <w:rsid w:val="00A66136"/>
    <w:rsid w:val="00A71189"/>
    <w:rsid w:val="00A730B5"/>
    <w:rsid w:val="00A7364A"/>
    <w:rsid w:val="00A74DCC"/>
    <w:rsid w:val="00A753ED"/>
    <w:rsid w:val="00A77512"/>
    <w:rsid w:val="00A812D2"/>
    <w:rsid w:val="00A8227E"/>
    <w:rsid w:val="00A827E2"/>
    <w:rsid w:val="00A94C2F"/>
    <w:rsid w:val="00AA3CCE"/>
    <w:rsid w:val="00AA4C9F"/>
    <w:rsid w:val="00AA4CBB"/>
    <w:rsid w:val="00AA65FA"/>
    <w:rsid w:val="00AA6F87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E39D6"/>
    <w:rsid w:val="00AF1705"/>
    <w:rsid w:val="00AF2CCC"/>
    <w:rsid w:val="00AF2E9E"/>
    <w:rsid w:val="00AF33A4"/>
    <w:rsid w:val="00AF5943"/>
    <w:rsid w:val="00AF7ABE"/>
    <w:rsid w:val="00B008D5"/>
    <w:rsid w:val="00B00CFD"/>
    <w:rsid w:val="00B02F73"/>
    <w:rsid w:val="00B0334A"/>
    <w:rsid w:val="00B0619F"/>
    <w:rsid w:val="00B101FD"/>
    <w:rsid w:val="00B10DF7"/>
    <w:rsid w:val="00B13A26"/>
    <w:rsid w:val="00B15D0D"/>
    <w:rsid w:val="00B17E8A"/>
    <w:rsid w:val="00B22106"/>
    <w:rsid w:val="00B23FBB"/>
    <w:rsid w:val="00B24835"/>
    <w:rsid w:val="00B24D5D"/>
    <w:rsid w:val="00B31D98"/>
    <w:rsid w:val="00B344A3"/>
    <w:rsid w:val="00B34DC7"/>
    <w:rsid w:val="00B46BA5"/>
    <w:rsid w:val="00B47BC5"/>
    <w:rsid w:val="00B50AB2"/>
    <w:rsid w:val="00B5431A"/>
    <w:rsid w:val="00B56EB2"/>
    <w:rsid w:val="00B60FA8"/>
    <w:rsid w:val="00B66774"/>
    <w:rsid w:val="00B74384"/>
    <w:rsid w:val="00B75EE1"/>
    <w:rsid w:val="00B77481"/>
    <w:rsid w:val="00B82624"/>
    <w:rsid w:val="00B82B10"/>
    <w:rsid w:val="00B8518B"/>
    <w:rsid w:val="00B861EA"/>
    <w:rsid w:val="00B86EF2"/>
    <w:rsid w:val="00B93566"/>
    <w:rsid w:val="00B95AB6"/>
    <w:rsid w:val="00B97CC3"/>
    <w:rsid w:val="00BA71E1"/>
    <w:rsid w:val="00BC0405"/>
    <w:rsid w:val="00BC06C4"/>
    <w:rsid w:val="00BC51B8"/>
    <w:rsid w:val="00BD76C3"/>
    <w:rsid w:val="00BD7E91"/>
    <w:rsid w:val="00BD7F0D"/>
    <w:rsid w:val="00BE0263"/>
    <w:rsid w:val="00BE06DC"/>
    <w:rsid w:val="00BE0A37"/>
    <w:rsid w:val="00BE5510"/>
    <w:rsid w:val="00BE7F2F"/>
    <w:rsid w:val="00BF2861"/>
    <w:rsid w:val="00BF54FE"/>
    <w:rsid w:val="00BF63A6"/>
    <w:rsid w:val="00C02D0A"/>
    <w:rsid w:val="00C03A6E"/>
    <w:rsid w:val="00C13860"/>
    <w:rsid w:val="00C217DD"/>
    <w:rsid w:val="00C226C0"/>
    <w:rsid w:val="00C24A6A"/>
    <w:rsid w:val="00C30CA8"/>
    <w:rsid w:val="00C405CC"/>
    <w:rsid w:val="00C42FE6"/>
    <w:rsid w:val="00C44F6A"/>
    <w:rsid w:val="00C51B48"/>
    <w:rsid w:val="00C54BC6"/>
    <w:rsid w:val="00C55BE9"/>
    <w:rsid w:val="00C57922"/>
    <w:rsid w:val="00C6198E"/>
    <w:rsid w:val="00C708EA"/>
    <w:rsid w:val="00C71821"/>
    <w:rsid w:val="00C73385"/>
    <w:rsid w:val="00C7602C"/>
    <w:rsid w:val="00C778A5"/>
    <w:rsid w:val="00C86957"/>
    <w:rsid w:val="00C87756"/>
    <w:rsid w:val="00C87FF5"/>
    <w:rsid w:val="00C9035C"/>
    <w:rsid w:val="00C90DBF"/>
    <w:rsid w:val="00C91B32"/>
    <w:rsid w:val="00C95162"/>
    <w:rsid w:val="00C96445"/>
    <w:rsid w:val="00CB24F8"/>
    <w:rsid w:val="00CB6A37"/>
    <w:rsid w:val="00CB6EFD"/>
    <w:rsid w:val="00CB7684"/>
    <w:rsid w:val="00CB79D3"/>
    <w:rsid w:val="00CC7C8F"/>
    <w:rsid w:val="00CD1FC4"/>
    <w:rsid w:val="00CE2768"/>
    <w:rsid w:val="00CF1D0E"/>
    <w:rsid w:val="00D00A2C"/>
    <w:rsid w:val="00D034A0"/>
    <w:rsid w:val="00D038A7"/>
    <w:rsid w:val="00D0627A"/>
    <w:rsid w:val="00D0732C"/>
    <w:rsid w:val="00D178B4"/>
    <w:rsid w:val="00D17C8D"/>
    <w:rsid w:val="00D21061"/>
    <w:rsid w:val="00D26ED5"/>
    <w:rsid w:val="00D322B7"/>
    <w:rsid w:val="00D4108E"/>
    <w:rsid w:val="00D46B30"/>
    <w:rsid w:val="00D521D0"/>
    <w:rsid w:val="00D5559C"/>
    <w:rsid w:val="00D56FCA"/>
    <w:rsid w:val="00D6163D"/>
    <w:rsid w:val="00D64B2F"/>
    <w:rsid w:val="00D82873"/>
    <w:rsid w:val="00D831A3"/>
    <w:rsid w:val="00D85204"/>
    <w:rsid w:val="00D90C8B"/>
    <w:rsid w:val="00D97BE3"/>
    <w:rsid w:val="00DA1BAE"/>
    <w:rsid w:val="00DA1C67"/>
    <w:rsid w:val="00DA27EA"/>
    <w:rsid w:val="00DA3711"/>
    <w:rsid w:val="00DB58AA"/>
    <w:rsid w:val="00DB6450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05FDC"/>
    <w:rsid w:val="00E11507"/>
    <w:rsid w:val="00E16FF7"/>
    <w:rsid w:val="00E1732F"/>
    <w:rsid w:val="00E26D68"/>
    <w:rsid w:val="00E40CEC"/>
    <w:rsid w:val="00E44045"/>
    <w:rsid w:val="00E46E73"/>
    <w:rsid w:val="00E474EA"/>
    <w:rsid w:val="00E618C4"/>
    <w:rsid w:val="00E6572E"/>
    <w:rsid w:val="00E7218A"/>
    <w:rsid w:val="00E73368"/>
    <w:rsid w:val="00E73A06"/>
    <w:rsid w:val="00E8217D"/>
    <w:rsid w:val="00E84C3A"/>
    <w:rsid w:val="00E85795"/>
    <w:rsid w:val="00E878EE"/>
    <w:rsid w:val="00E96433"/>
    <w:rsid w:val="00EA0229"/>
    <w:rsid w:val="00EA6EC7"/>
    <w:rsid w:val="00EA6FF1"/>
    <w:rsid w:val="00EB104F"/>
    <w:rsid w:val="00EB46E5"/>
    <w:rsid w:val="00EC613E"/>
    <w:rsid w:val="00ED0703"/>
    <w:rsid w:val="00ED14BD"/>
    <w:rsid w:val="00EE66E7"/>
    <w:rsid w:val="00EF1373"/>
    <w:rsid w:val="00EF1E84"/>
    <w:rsid w:val="00F0110B"/>
    <w:rsid w:val="00F016C7"/>
    <w:rsid w:val="00F045ED"/>
    <w:rsid w:val="00F06060"/>
    <w:rsid w:val="00F07247"/>
    <w:rsid w:val="00F12DEC"/>
    <w:rsid w:val="00F1715C"/>
    <w:rsid w:val="00F20800"/>
    <w:rsid w:val="00F20D10"/>
    <w:rsid w:val="00F232E7"/>
    <w:rsid w:val="00F25725"/>
    <w:rsid w:val="00F26CCD"/>
    <w:rsid w:val="00F310F8"/>
    <w:rsid w:val="00F35939"/>
    <w:rsid w:val="00F44949"/>
    <w:rsid w:val="00F45607"/>
    <w:rsid w:val="00F4722B"/>
    <w:rsid w:val="00F54432"/>
    <w:rsid w:val="00F60DF5"/>
    <w:rsid w:val="00F659EB"/>
    <w:rsid w:val="00F66312"/>
    <w:rsid w:val="00F705D1"/>
    <w:rsid w:val="00F717D6"/>
    <w:rsid w:val="00F752C4"/>
    <w:rsid w:val="00F83AE6"/>
    <w:rsid w:val="00F84891"/>
    <w:rsid w:val="00F86BA6"/>
    <w:rsid w:val="00F8788B"/>
    <w:rsid w:val="00FB5DE8"/>
    <w:rsid w:val="00FB6342"/>
    <w:rsid w:val="00FC6389"/>
    <w:rsid w:val="00FD40A4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574104"/>
  <w14:defaultImageDpi w14:val="32767"/>
  <w15:chartTrackingRefBased/>
  <w15:docId w15:val="{CB9A8002-CC63-4745-B277-5A30877F4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7D68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01305D"/>
    <w:pPr>
      <w:numPr>
        <w:numId w:val="1"/>
      </w:numPr>
      <w:spacing w:after="120"/>
      <w:ind w:left="907"/>
    </w:pPr>
  </w:style>
  <w:style w:type="paragraph" w:styleId="Seznamsodrkami2">
    <w:name w:val="List Bullet 2"/>
    <w:basedOn w:val="Seznamsodrkami"/>
    <w:uiPriority w:val="28"/>
    <w:unhideWhenUsed/>
    <w:rsid w:val="0001305D"/>
    <w:pPr>
      <w:numPr>
        <w:ilvl w:val="1"/>
      </w:numPr>
      <w:ind w:left="1021" w:hanging="170"/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01305D"/>
    <w:rPr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uiPriority w:val="1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  <w:style w:type="character" w:customStyle="1" w:styleId="Nevyeenzmnka1">
    <w:name w:val="Nevyřešená zmínka1"/>
    <w:uiPriority w:val="99"/>
    <w:semiHidden/>
    <w:unhideWhenUsed/>
    <w:rsid w:val="00C91B3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332ACE"/>
    <w:rPr>
      <w:color w:val="605E5C"/>
      <w:shd w:val="clear" w:color="auto" w:fill="E1DFDD"/>
    </w:rPr>
  </w:style>
  <w:style w:type="paragraph" w:styleId="Normlnodsazen">
    <w:name w:val="Normal Indent"/>
    <w:basedOn w:val="Normln"/>
    <w:uiPriority w:val="99"/>
    <w:unhideWhenUsed/>
    <w:rsid w:val="002E7D68"/>
    <w:pPr>
      <w:ind w:left="737"/>
    </w:pPr>
  </w:style>
  <w:style w:type="table" w:customStyle="1" w:styleId="Mkatabulky1">
    <w:name w:val="Mřížka tabulky1"/>
    <w:basedOn w:val="Normlntabulka"/>
    <w:next w:val="Mkatabulky"/>
    <w:uiPriority w:val="39"/>
    <w:rsid w:val="00A51DB5"/>
    <w:rPr>
      <w:sz w:val="18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mkatabulky">
    <w:name w:val="Grid Table Light"/>
    <w:basedOn w:val="Normlntabulka"/>
    <w:uiPriority w:val="40"/>
    <w:rsid w:val="00396B4E"/>
    <w:rPr>
      <w:rFonts w:asciiTheme="minorHAnsi" w:eastAsiaTheme="minorHAnsi" w:hAnsiTheme="minorHAnsi" w:cstheme="minorBidi"/>
      <w:sz w:val="18"/>
      <w:szCs w:val="18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Svtltabulkasmkou1zvraznn1">
    <w:name w:val="Grid Table 1 Light Accent 1"/>
    <w:basedOn w:val="Normlntabulka"/>
    <w:uiPriority w:val="46"/>
    <w:rsid w:val="00396B4E"/>
    <w:rPr>
      <w:rFonts w:asciiTheme="minorHAnsi" w:eastAsiaTheme="minorHAnsi" w:hAnsiTheme="minorHAnsi" w:cstheme="minorBidi"/>
      <w:sz w:val="18"/>
      <w:szCs w:val="18"/>
      <w:lang w:eastAsia="en-US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8C3DCBE-B557-44F8-BA4A-4EE7B6EA09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060DBA-ADA2-47C4-BA69-3B32B6B87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ZTP_R_VZOR_190904-B.dotx</Template>
  <TotalTime>102</TotalTime>
  <Pages>3</Pages>
  <Words>390</Words>
  <Characters>2306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2691</CharactersWithSpaces>
  <SharedDoc>false</SharedDoc>
  <HLinks>
    <vt:vector size="222" baseType="variant"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Krumlová Nikola</cp:lastModifiedBy>
  <cp:revision>16</cp:revision>
  <cp:lastPrinted>2022-05-23T10:54:00Z</cp:lastPrinted>
  <dcterms:created xsi:type="dcterms:W3CDTF">2022-08-02T04:56:00Z</dcterms:created>
  <dcterms:modified xsi:type="dcterms:W3CDTF">2022-08-26T05:47:00Z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